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5EFCF" w14:textId="77777777" w:rsidR="00486563" w:rsidRDefault="00BB42DA" w:rsidP="001E54B1">
      <w:pPr>
        <w:spacing w:after="240" w:line="240" w:lineRule="atLeast"/>
        <w:rPr>
          <w:rFonts w:cs="Arial"/>
          <w:b/>
          <w:sz w:val="21"/>
          <w:szCs w:val="21"/>
        </w:rPr>
      </w:pPr>
      <w:r w:rsidRPr="002629F4">
        <w:rPr>
          <w:rFonts w:cs="Arial"/>
          <w:b/>
          <w:sz w:val="21"/>
          <w:szCs w:val="21"/>
          <w:highlight w:val="yellow"/>
        </w:rPr>
        <w:t>[</w:t>
      </w:r>
      <w:r w:rsidR="00FD5E3E" w:rsidRPr="002629F4">
        <w:rPr>
          <w:rFonts w:cs="Arial"/>
          <w:b/>
          <w:sz w:val="21"/>
          <w:szCs w:val="21"/>
          <w:highlight w:val="yellow"/>
        </w:rPr>
        <w:t>Letterhead of recipient’s solicitor/s</w:t>
      </w:r>
      <w:r w:rsidRPr="002629F4">
        <w:rPr>
          <w:rFonts w:cs="Arial"/>
          <w:b/>
          <w:sz w:val="21"/>
          <w:szCs w:val="21"/>
          <w:highlight w:val="yellow"/>
        </w:rPr>
        <w:t>]</w:t>
      </w:r>
    </w:p>
    <w:p w14:paraId="074D9AF7" w14:textId="77777777" w:rsidR="001E54B1" w:rsidRPr="001E54B1" w:rsidRDefault="001E54B1" w:rsidP="00713B4F">
      <w:pPr>
        <w:spacing w:line="240" w:lineRule="atLeast"/>
        <w:rPr>
          <w:rFonts w:cs="Arial"/>
          <w:b/>
          <w:sz w:val="21"/>
          <w:szCs w:val="21"/>
        </w:rPr>
      </w:pPr>
    </w:p>
    <w:p w14:paraId="473EA323" w14:textId="1758C4FD" w:rsidR="00580B64" w:rsidRPr="001C1432" w:rsidRDefault="00C57350" w:rsidP="002629F4">
      <w:pPr>
        <w:suppressAutoHyphens/>
        <w:spacing w:line="240" w:lineRule="atLeast"/>
        <w:rPr>
          <w:rFonts w:asciiTheme="minorHAnsi" w:hAnsiTheme="minorHAnsi" w:cstheme="minorHAnsi"/>
          <w:sz w:val="21"/>
          <w:szCs w:val="21"/>
        </w:rPr>
      </w:pPr>
      <w:bookmarkStart w:id="0" w:name="date"/>
      <w:bookmarkEnd w:id="0"/>
      <w:r w:rsidRPr="001C1432">
        <w:rPr>
          <w:rFonts w:asciiTheme="minorHAnsi" w:hAnsiTheme="minorHAnsi" w:cstheme="minorHAnsi"/>
          <w:sz w:val="21"/>
          <w:szCs w:val="21"/>
          <w:highlight w:val="yellow"/>
        </w:rPr>
        <w:t>[</w:t>
      </w:r>
      <w:r w:rsidR="00040612" w:rsidRPr="001C1432">
        <w:rPr>
          <w:rFonts w:asciiTheme="minorHAnsi" w:hAnsiTheme="minorHAnsi" w:cstheme="minorHAnsi"/>
          <w:sz w:val="21"/>
          <w:szCs w:val="21"/>
          <w:highlight w:val="yellow"/>
        </w:rPr>
        <w:fldChar w:fldCharType="begin"/>
      </w:r>
      <w:r w:rsidR="00040612" w:rsidRPr="001C1432">
        <w:rPr>
          <w:rFonts w:asciiTheme="minorHAnsi" w:hAnsiTheme="minorHAnsi" w:cstheme="minorHAnsi"/>
          <w:sz w:val="21"/>
          <w:szCs w:val="21"/>
          <w:highlight w:val="yellow"/>
        </w:rPr>
        <w:instrText xml:space="preserve"> DATE \@ "d MMMM yyyy" </w:instrText>
      </w:r>
      <w:r w:rsidR="00040612" w:rsidRPr="001C1432">
        <w:rPr>
          <w:rFonts w:asciiTheme="minorHAnsi" w:hAnsiTheme="minorHAnsi" w:cstheme="minorHAnsi"/>
          <w:sz w:val="21"/>
          <w:szCs w:val="21"/>
          <w:highlight w:val="yellow"/>
        </w:rPr>
        <w:fldChar w:fldCharType="separate"/>
      </w:r>
      <w:r w:rsidR="007B3E38">
        <w:rPr>
          <w:rFonts w:asciiTheme="minorHAnsi" w:hAnsiTheme="minorHAnsi" w:cstheme="minorHAnsi"/>
          <w:noProof/>
          <w:sz w:val="21"/>
          <w:szCs w:val="21"/>
          <w:highlight w:val="yellow"/>
        </w:rPr>
        <w:t>26 February 2024</w:t>
      </w:r>
      <w:r w:rsidR="00040612" w:rsidRPr="001C1432">
        <w:rPr>
          <w:rFonts w:asciiTheme="minorHAnsi" w:hAnsiTheme="minorHAnsi" w:cstheme="minorHAnsi"/>
          <w:sz w:val="21"/>
          <w:szCs w:val="21"/>
          <w:highlight w:val="yellow"/>
        </w:rPr>
        <w:fldChar w:fldCharType="end"/>
      </w:r>
      <w:r w:rsidR="00776210" w:rsidRPr="001C1432">
        <w:rPr>
          <w:rFonts w:asciiTheme="minorHAnsi" w:hAnsiTheme="minorHAnsi" w:cstheme="minorHAnsi"/>
          <w:sz w:val="21"/>
          <w:szCs w:val="21"/>
          <w:highlight w:val="yellow"/>
        </w:rPr>
        <w:t>]</w:t>
      </w:r>
    </w:p>
    <w:p w14:paraId="49055267" w14:textId="77777777" w:rsidR="002629F4" w:rsidRPr="001C1432" w:rsidRDefault="002629F4" w:rsidP="002629F4">
      <w:pPr>
        <w:suppressAutoHyphens/>
        <w:spacing w:line="240" w:lineRule="atLeast"/>
        <w:rPr>
          <w:rFonts w:asciiTheme="minorHAnsi" w:hAnsiTheme="minorHAnsi" w:cstheme="minorHAnsi"/>
          <w:sz w:val="21"/>
          <w:szCs w:val="21"/>
        </w:rPr>
      </w:pPr>
    </w:p>
    <w:p w14:paraId="6C370757" w14:textId="77777777" w:rsidR="00580B64" w:rsidRPr="001C1432" w:rsidRDefault="00580B64" w:rsidP="00D84176">
      <w:pPr>
        <w:suppressAutoHyphens/>
        <w:spacing w:line="240" w:lineRule="atLeast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Screen Australia</w:t>
      </w:r>
    </w:p>
    <w:p w14:paraId="16219137" w14:textId="77777777" w:rsidR="00CF5F25" w:rsidRPr="001C1432" w:rsidRDefault="00CE0DE5" w:rsidP="00CE0DE5">
      <w:pPr>
        <w:suppressAutoHyphens/>
        <w:spacing w:line="240" w:lineRule="atLeast"/>
        <w:rPr>
          <w:rFonts w:asciiTheme="minorHAnsi" w:eastAsiaTheme="minorEastAsia" w:hAnsiTheme="minorHAnsi" w:cstheme="minorHAnsi"/>
          <w:noProof/>
          <w:sz w:val="21"/>
          <w:szCs w:val="21"/>
          <w:lang w:eastAsia="en-AU"/>
        </w:rPr>
      </w:pPr>
      <w:r w:rsidRPr="001C1432">
        <w:rPr>
          <w:rFonts w:asciiTheme="minorHAnsi" w:eastAsiaTheme="minorEastAsia" w:hAnsiTheme="minorHAnsi" w:cstheme="minorHAnsi"/>
          <w:noProof/>
          <w:sz w:val="21"/>
          <w:szCs w:val="21"/>
          <w:lang w:eastAsia="en-AU"/>
        </w:rPr>
        <w:t xml:space="preserve">Level 7, 45 Jones Street </w:t>
      </w:r>
      <w:r w:rsidRPr="001C1432">
        <w:rPr>
          <w:rFonts w:asciiTheme="minorHAnsi" w:eastAsiaTheme="minorEastAsia" w:hAnsiTheme="minorHAnsi" w:cstheme="minorHAnsi"/>
          <w:noProof/>
          <w:sz w:val="21"/>
          <w:szCs w:val="21"/>
          <w:lang w:eastAsia="en-AU"/>
        </w:rPr>
        <w:br/>
        <w:t>Ultimo NSW 2007</w:t>
      </w:r>
    </w:p>
    <w:p w14:paraId="20CCA128" w14:textId="77777777" w:rsidR="00CE0DE5" w:rsidRPr="001C1432" w:rsidRDefault="00CE0DE5" w:rsidP="00CE0DE5">
      <w:pPr>
        <w:suppressAutoHyphens/>
        <w:spacing w:line="240" w:lineRule="atLeast"/>
        <w:rPr>
          <w:rFonts w:asciiTheme="minorHAnsi" w:eastAsiaTheme="minorEastAsia" w:hAnsiTheme="minorHAnsi" w:cstheme="minorHAnsi"/>
          <w:noProof/>
          <w:sz w:val="21"/>
          <w:szCs w:val="21"/>
          <w:lang w:eastAsia="en-AU"/>
        </w:rPr>
      </w:pPr>
      <w:r w:rsidRPr="001C1432">
        <w:rPr>
          <w:rFonts w:asciiTheme="minorHAnsi" w:eastAsiaTheme="minorEastAsia" w:hAnsiTheme="minorHAnsi" w:cstheme="minorHAnsi"/>
          <w:noProof/>
          <w:sz w:val="21"/>
          <w:szCs w:val="21"/>
          <w:lang w:eastAsia="en-AU"/>
        </w:rPr>
        <w:t>Australia</w:t>
      </w:r>
    </w:p>
    <w:p w14:paraId="654F3B85" w14:textId="77777777" w:rsidR="00CE0DE5" w:rsidRPr="001C1432" w:rsidRDefault="00CE0DE5" w:rsidP="00CE0DE5">
      <w:pPr>
        <w:suppressAutoHyphens/>
        <w:spacing w:line="240" w:lineRule="atLeast"/>
        <w:rPr>
          <w:rFonts w:asciiTheme="minorHAnsi" w:hAnsiTheme="minorHAnsi" w:cstheme="minorHAnsi"/>
          <w:sz w:val="21"/>
          <w:szCs w:val="21"/>
        </w:rPr>
      </w:pPr>
    </w:p>
    <w:p w14:paraId="2BAB3BCD" w14:textId="77777777" w:rsidR="00580B64" w:rsidRPr="001C1432" w:rsidRDefault="00C57350" w:rsidP="00D84176">
      <w:pPr>
        <w:spacing w:after="240" w:line="240" w:lineRule="atLeast"/>
        <w:rPr>
          <w:rFonts w:asciiTheme="minorHAnsi" w:hAnsiTheme="minorHAnsi" w:cstheme="minorHAnsi"/>
          <w:b/>
          <w:sz w:val="21"/>
          <w:szCs w:val="21"/>
        </w:rPr>
      </w:pPr>
      <w:r w:rsidRPr="001C1432">
        <w:rPr>
          <w:rFonts w:asciiTheme="minorHAnsi" w:hAnsiTheme="minorHAnsi" w:cstheme="minorHAnsi"/>
          <w:b/>
          <w:sz w:val="21"/>
          <w:szCs w:val="21"/>
        </w:rPr>
        <w:t>To Screen Australia</w:t>
      </w:r>
      <w:r w:rsidR="00580B64" w:rsidRPr="001C1432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14:paraId="6322032F" w14:textId="77777777" w:rsidR="00580B64" w:rsidRPr="001C1432" w:rsidRDefault="00C57350" w:rsidP="00D84176">
      <w:pPr>
        <w:spacing w:after="240" w:line="240" w:lineRule="atLeast"/>
        <w:rPr>
          <w:rFonts w:asciiTheme="minorHAnsi" w:hAnsiTheme="minorHAnsi" w:cstheme="minorHAnsi"/>
          <w:b/>
          <w:sz w:val="21"/>
          <w:szCs w:val="21"/>
        </w:rPr>
      </w:pPr>
      <w:r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Project name</w:t>
      </w:r>
      <w:r w:rsidRPr="001C1432">
        <w:rPr>
          <w:rFonts w:asciiTheme="minorHAnsi" w:hAnsiTheme="minorHAnsi" w:cstheme="minorHAnsi"/>
          <w:b/>
          <w:sz w:val="21"/>
          <w:szCs w:val="21"/>
        </w:rPr>
        <w:t xml:space="preserve"> (</w:t>
      </w:r>
      <w:r w:rsidR="0058750C" w:rsidRPr="001C1432">
        <w:rPr>
          <w:rFonts w:asciiTheme="minorHAnsi" w:hAnsiTheme="minorHAnsi" w:cstheme="minorHAnsi"/>
          <w:b/>
          <w:sz w:val="21"/>
          <w:szCs w:val="21"/>
        </w:rPr>
        <w:t xml:space="preserve">Project) and </w:t>
      </w:r>
      <w:r w:rsidR="00FC757F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[</w:t>
      </w:r>
      <w:r w:rsidR="004943E8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F</w:t>
      </w:r>
      <w:r w:rsidR="0058750C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 xml:space="preserve">unding </w:t>
      </w:r>
      <w:r w:rsidR="00FC757F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r</w:t>
      </w:r>
      <w:r w:rsidR="0058750C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ecipient</w:t>
      </w:r>
      <w:r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 xml:space="preserve"> name</w:t>
      </w:r>
      <w:r w:rsidR="0058750C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]</w:t>
      </w:r>
      <w:r w:rsidRPr="001C1432">
        <w:rPr>
          <w:rFonts w:asciiTheme="minorHAnsi" w:hAnsiTheme="minorHAnsi" w:cstheme="minorHAnsi"/>
          <w:b/>
          <w:sz w:val="21"/>
          <w:szCs w:val="21"/>
        </w:rPr>
        <w:t xml:space="preserve"> (</w:t>
      </w:r>
      <w:r w:rsidR="00B572AE" w:rsidRPr="001C1432">
        <w:rPr>
          <w:rFonts w:asciiTheme="minorHAnsi" w:hAnsiTheme="minorHAnsi" w:cstheme="minorHAnsi"/>
          <w:b/>
          <w:sz w:val="21"/>
          <w:szCs w:val="21"/>
        </w:rPr>
        <w:t>Recipient</w:t>
      </w:r>
      <w:r w:rsidR="0058750C" w:rsidRPr="001C1432">
        <w:rPr>
          <w:rFonts w:asciiTheme="minorHAnsi" w:hAnsiTheme="minorHAnsi" w:cstheme="minorHAnsi"/>
          <w:b/>
          <w:sz w:val="21"/>
          <w:szCs w:val="21"/>
        </w:rPr>
        <w:t>)</w:t>
      </w:r>
    </w:p>
    <w:p w14:paraId="2AE10881" w14:textId="77777777" w:rsidR="009C6F37" w:rsidRPr="001C1432" w:rsidRDefault="009C6F37" w:rsidP="00501A44">
      <w:pPr>
        <w:pStyle w:val="BodyText"/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 xml:space="preserve">Screen Australia has agreed to give the Recipient </w:t>
      </w:r>
      <w:r w:rsidR="00872FBF" w:rsidRPr="001C1432">
        <w:rPr>
          <w:rFonts w:asciiTheme="minorHAnsi" w:hAnsiTheme="minorHAnsi" w:cstheme="minorHAnsi"/>
          <w:sz w:val="21"/>
          <w:szCs w:val="21"/>
        </w:rPr>
        <w:t xml:space="preserve">funding for the Project on terms set out in an </w:t>
      </w:r>
      <w:r w:rsidRPr="001C1432">
        <w:rPr>
          <w:rFonts w:asciiTheme="minorHAnsi" w:hAnsiTheme="minorHAnsi" w:cstheme="minorHAnsi"/>
          <w:sz w:val="21"/>
          <w:szCs w:val="21"/>
        </w:rPr>
        <w:t>Agreement between them dated on or about the date of this letter (</w:t>
      </w:r>
      <w:r w:rsidR="003F268D" w:rsidRPr="001C1432">
        <w:rPr>
          <w:rFonts w:asciiTheme="minorHAnsi" w:hAnsiTheme="minorHAnsi" w:cstheme="minorHAnsi"/>
          <w:b/>
          <w:sz w:val="21"/>
          <w:szCs w:val="21"/>
        </w:rPr>
        <w:t>Project Grant</w:t>
      </w:r>
      <w:r w:rsidRPr="001C1432">
        <w:rPr>
          <w:rFonts w:asciiTheme="minorHAnsi" w:hAnsiTheme="minorHAnsi" w:cstheme="minorHAnsi"/>
          <w:b/>
          <w:sz w:val="21"/>
          <w:szCs w:val="21"/>
        </w:rPr>
        <w:t xml:space="preserve"> Agreement</w:t>
      </w:r>
      <w:r w:rsidRPr="001C1432">
        <w:rPr>
          <w:rFonts w:asciiTheme="minorHAnsi" w:hAnsiTheme="minorHAnsi" w:cstheme="minorHAnsi"/>
          <w:sz w:val="21"/>
          <w:szCs w:val="21"/>
        </w:rPr>
        <w:t>).</w:t>
      </w:r>
    </w:p>
    <w:p w14:paraId="160FFBF5" w14:textId="7B8F22A1" w:rsidR="00224A7A" w:rsidRPr="00EA709E" w:rsidRDefault="003F268D" w:rsidP="00501A44">
      <w:pPr>
        <w:pStyle w:val="BodyText"/>
        <w:spacing w:before="120" w:after="120"/>
        <w:rPr>
          <w:rFonts w:asciiTheme="minorHAnsi" w:hAnsiTheme="minorHAnsi" w:cstheme="minorHAnsi"/>
          <w:sz w:val="20"/>
        </w:rPr>
      </w:pPr>
      <w:r w:rsidRPr="001C1432">
        <w:rPr>
          <w:rFonts w:asciiTheme="minorHAnsi" w:hAnsiTheme="minorHAnsi" w:cstheme="minorHAnsi"/>
          <w:sz w:val="21"/>
          <w:szCs w:val="21"/>
        </w:rPr>
        <w:t>As a condition</w:t>
      </w:r>
      <w:r w:rsidR="008F0B59" w:rsidRPr="001C1432">
        <w:rPr>
          <w:rFonts w:asciiTheme="minorHAnsi" w:hAnsiTheme="minorHAnsi" w:cstheme="minorHAnsi"/>
          <w:sz w:val="21"/>
          <w:szCs w:val="21"/>
        </w:rPr>
        <w:t xml:space="preserve"> precedent</w:t>
      </w:r>
      <w:r w:rsidRPr="001C1432">
        <w:rPr>
          <w:rFonts w:asciiTheme="minorHAnsi" w:hAnsiTheme="minorHAnsi" w:cstheme="minorHAnsi"/>
          <w:sz w:val="21"/>
          <w:szCs w:val="21"/>
        </w:rPr>
        <w:t xml:space="preserve"> to the </w:t>
      </w:r>
      <w:r w:rsidR="002B6E31" w:rsidRPr="001C1432">
        <w:rPr>
          <w:rFonts w:asciiTheme="minorHAnsi" w:hAnsiTheme="minorHAnsi" w:cstheme="minorHAnsi"/>
          <w:sz w:val="21"/>
          <w:szCs w:val="21"/>
        </w:rPr>
        <w:t>payment of the first Instalment of Screen Australia’s funding</w:t>
      </w:r>
      <w:r w:rsidR="00D34171" w:rsidRPr="001C1432">
        <w:rPr>
          <w:rFonts w:asciiTheme="minorHAnsi" w:hAnsiTheme="minorHAnsi" w:cstheme="minorHAnsi"/>
          <w:sz w:val="21"/>
          <w:szCs w:val="21"/>
        </w:rPr>
        <w:t xml:space="preserve"> under the Project Grant Agreement</w:t>
      </w:r>
      <w:r w:rsidR="008C2E5D" w:rsidRPr="001C1432">
        <w:rPr>
          <w:rFonts w:asciiTheme="minorHAnsi" w:hAnsiTheme="minorHAnsi" w:cstheme="minorHAnsi"/>
          <w:sz w:val="21"/>
          <w:szCs w:val="21"/>
        </w:rPr>
        <w:t xml:space="preserve">, </w:t>
      </w:r>
      <w:r w:rsidR="00530689" w:rsidRPr="001C1432">
        <w:rPr>
          <w:rFonts w:asciiTheme="minorHAnsi" w:hAnsiTheme="minorHAnsi" w:cstheme="minorHAnsi"/>
          <w:sz w:val="21"/>
          <w:szCs w:val="21"/>
        </w:rPr>
        <w:t xml:space="preserve">Screen Australia </w:t>
      </w:r>
      <w:r w:rsidR="008F0B59" w:rsidRPr="00EA709E">
        <w:rPr>
          <w:rFonts w:asciiTheme="minorHAnsi" w:hAnsiTheme="minorHAnsi" w:cstheme="minorHAnsi"/>
          <w:sz w:val="21"/>
          <w:szCs w:val="21"/>
        </w:rPr>
        <w:t>requires a letter from a suitably qualified solicitor in a form approved by Screen Australia which confirms that the Recipient has received advice</w:t>
      </w:r>
      <w:r w:rsidR="002B6E31" w:rsidRPr="00EA709E">
        <w:rPr>
          <w:rFonts w:asciiTheme="minorHAnsi" w:hAnsiTheme="minorHAnsi" w:cstheme="minorHAnsi"/>
          <w:sz w:val="21"/>
          <w:szCs w:val="21"/>
        </w:rPr>
        <w:t xml:space="preserve"> </w:t>
      </w:r>
      <w:r w:rsidR="005C3D29" w:rsidRPr="00EA709E">
        <w:rPr>
          <w:rFonts w:asciiTheme="minorHAnsi" w:hAnsiTheme="minorHAnsi" w:cstheme="minorHAnsi"/>
          <w:sz w:val="21"/>
          <w:szCs w:val="21"/>
        </w:rPr>
        <w:t xml:space="preserve">on </w:t>
      </w:r>
      <w:r w:rsidR="00224A7A" w:rsidRPr="00EA709E">
        <w:rPr>
          <w:rFonts w:asciiTheme="minorHAnsi" w:hAnsiTheme="minorHAnsi" w:cstheme="minorHAnsi"/>
          <w:sz w:val="21"/>
          <w:szCs w:val="21"/>
        </w:rPr>
        <w:t xml:space="preserve">intellectual property </w:t>
      </w:r>
      <w:r w:rsidR="0038660A" w:rsidRPr="00EA709E">
        <w:rPr>
          <w:rFonts w:asciiTheme="minorHAnsi" w:hAnsiTheme="minorHAnsi" w:cstheme="minorHAnsi"/>
          <w:sz w:val="21"/>
          <w:szCs w:val="21"/>
        </w:rPr>
        <w:t>rights and</w:t>
      </w:r>
      <w:r w:rsidR="00D34171" w:rsidRPr="00EA709E">
        <w:rPr>
          <w:rFonts w:asciiTheme="minorHAnsi" w:hAnsiTheme="minorHAnsi" w:cstheme="minorHAnsi"/>
          <w:sz w:val="21"/>
          <w:szCs w:val="21"/>
        </w:rPr>
        <w:t xml:space="preserve"> clearances</w:t>
      </w:r>
      <w:r w:rsidR="000632CF" w:rsidRPr="00EA709E">
        <w:rPr>
          <w:rFonts w:asciiTheme="minorHAnsi" w:hAnsiTheme="minorHAnsi" w:cstheme="minorHAnsi"/>
          <w:sz w:val="21"/>
          <w:szCs w:val="21"/>
        </w:rPr>
        <w:t xml:space="preserve"> </w:t>
      </w:r>
      <w:r w:rsidR="007668A0" w:rsidRPr="00EA709E">
        <w:rPr>
          <w:rFonts w:asciiTheme="minorHAnsi" w:hAnsiTheme="minorHAnsi" w:cstheme="minorHAnsi"/>
          <w:sz w:val="21"/>
          <w:szCs w:val="21"/>
        </w:rPr>
        <w:t>concerning</w:t>
      </w:r>
      <w:r w:rsidR="000632CF" w:rsidRPr="00EA709E">
        <w:rPr>
          <w:rFonts w:asciiTheme="minorHAnsi" w:hAnsiTheme="minorHAnsi" w:cstheme="minorHAnsi"/>
          <w:sz w:val="21"/>
          <w:szCs w:val="21"/>
        </w:rPr>
        <w:t xml:space="preserve"> the Project.</w:t>
      </w:r>
    </w:p>
    <w:p w14:paraId="3704BF7E" w14:textId="773E3BFA" w:rsidR="002B6E31" w:rsidRPr="001C1432" w:rsidRDefault="0058189A" w:rsidP="00501A44">
      <w:pPr>
        <w:pStyle w:val="BodyText"/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I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confirm the following:</w:t>
      </w:r>
    </w:p>
    <w:p w14:paraId="56577A7E" w14:textId="298FEF17" w:rsidR="002B6E31" w:rsidRPr="001C1432" w:rsidRDefault="0058189A" w:rsidP="0058189A">
      <w:pPr>
        <w:pStyle w:val="BodyText"/>
        <w:numPr>
          <w:ilvl w:val="0"/>
          <w:numId w:val="34"/>
        </w:numPr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 xml:space="preserve">I </w:t>
      </w:r>
      <w:r w:rsidR="002B6E31" w:rsidRPr="001C1432">
        <w:rPr>
          <w:rFonts w:asciiTheme="minorHAnsi" w:hAnsiTheme="minorHAnsi" w:cstheme="minorHAnsi"/>
          <w:sz w:val="21"/>
          <w:szCs w:val="21"/>
        </w:rPr>
        <w:t>have been engaged by the Recipient to provide advice in connection with their obligations under the Project Grant Agreement;</w:t>
      </w:r>
    </w:p>
    <w:p w14:paraId="54C8A54D" w14:textId="1C274982" w:rsidR="00326C2D" w:rsidRPr="001C1432" w:rsidRDefault="0058189A" w:rsidP="0058189A">
      <w:pPr>
        <w:pStyle w:val="BodyText"/>
        <w:numPr>
          <w:ilvl w:val="0"/>
          <w:numId w:val="34"/>
        </w:numPr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I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have </w:t>
      </w:r>
      <w:r w:rsidR="00D34171" w:rsidRPr="001C1432">
        <w:rPr>
          <w:rFonts w:asciiTheme="minorHAnsi" w:hAnsiTheme="minorHAnsi" w:cstheme="minorHAnsi"/>
          <w:sz w:val="21"/>
          <w:szCs w:val="21"/>
        </w:rPr>
        <w:t>advised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the Recipient on acquiring</w:t>
      </w:r>
      <w:r w:rsidR="0060641D">
        <w:rPr>
          <w:rFonts w:asciiTheme="minorHAnsi" w:hAnsiTheme="minorHAnsi" w:cstheme="minorHAnsi"/>
          <w:sz w:val="21"/>
          <w:szCs w:val="21"/>
        </w:rPr>
        <w:t xml:space="preserve"> all </w:t>
      </w:r>
      <w:r w:rsidR="0060641D" w:rsidRPr="001B3FB7">
        <w:rPr>
          <w:rFonts w:asciiTheme="minorHAnsi" w:hAnsiTheme="minorHAnsi" w:cstheme="minorHAnsi"/>
          <w:sz w:val="21"/>
          <w:szCs w:val="21"/>
        </w:rPr>
        <w:t>intellectual property rights</w:t>
      </w:r>
      <w:r w:rsidR="0060641D">
        <w:rPr>
          <w:rFonts w:asciiTheme="minorHAnsi" w:hAnsiTheme="minorHAnsi" w:cstheme="minorHAnsi"/>
          <w:sz w:val="21"/>
          <w:szCs w:val="21"/>
        </w:rPr>
        <w:t xml:space="preserve"> and interests</w:t>
      </w:r>
      <w:r w:rsidR="0060641D" w:rsidRPr="001B3FB7">
        <w:rPr>
          <w:rFonts w:asciiTheme="minorHAnsi" w:hAnsiTheme="minorHAnsi" w:cstheme="minorHAnsi"/>
          <w:sz w:val="21"/>
          <w:szCs w:val="21"/>
        </w:rPr>
        <w:t xml:space="preserve"> </w:t>
      </w:r>
      <w:r w:rsidR="0060641D">
        <w:rPr>
          <w:rFonts w:asciiTheme="minorHAnsi" w:hAnsiTheme="minorHAnsi" w:cstheme="minorHAnsi"/>
          <w:sz w:val="21"/>
          <w:szCs w:val="21"/>
        </w:rPr>
        <w:t xml:space="preserve">(including but not limited to copyright) </w:t>
      </w:r>
      <w:r w:rsidR="0060641D" w:rsidRPr="001B3FB7">
        <w:rPr>
          <w:rFonts w:asciiTheme="minorHAnsi" w:hAnsiTheme="minorHAnsi" w:cstheme="minorHAnsi"/>
          <w:sz w:val="21"/>
          <w:szCs w:val="21"/>
        </w:rPr>
        <w:t xml:space="preserve">necessary to produce, complete and exploit the Project without infringing </w:t>
      </w:r>
      <w:r w:rsidR="0060641D">
        <w:rPr>
          <w:rFonts w:asciiTheme="minorHAnsi" w:hAnsiTheme="minorHAnsi" w:cstheme="minorHAnsi"/>
          <w:sz w:val="21"/>
          <w:szCs w:val="21"/>
        </w:rPr>
        <w:t>intellectual property or other rights or interests,</w:t>
      </w:r>
      <w:r w:rsidR="006A513D" w:rsidRPr="001C1432">
        <w:rPr>
          <w:rFonts w:asciiTheme="minorHAnsi" w:hAnsiTheme="minorHAnsi" w:cstheme="minorHAnsi"/>
          <w:sz w:val="21"/>
          <w:szCs w:val="21"/>
        </w:rPr>
        <w:t xml:space="preserve"> </w:t>
      </w:r>
      <w:r w:rsidR="00CA501F" w:rsidRPr="001C1432">
        <w:rPr>
          <w:rFonts w:asciiTheme="minorHAnsi" w:hAnsiTheme="minorHAnsi" w:cstheme="minorHAnsi"/>
          <w:sz w:val="21"/>
          <w:szCs w:val="21"/>
        </w:rPr>
        <w:t>as required by</w:t>
      </w:r>
      <w:r w:rsidR="000632CF" w:rsidRPr="001C1432">
        <w:rPr>
          <w:rFonts w:asciiTheme="minorHAnsi" w:hAnsiTheme="minorHAnsi" w:cstheme="minorHAnsi"/>
          <w:sz w:val="21"/>
          <w:szCs w:val="21"/>
        </w:rPr>
        <w:t xml:space="preserve"> the Project Grant Agreement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; </w:t>
      </w:r>
    </w:p>
    <w:p w14:paraId="212760BF" w14:textId="161270A5" w:rsidR="002B6E31" w:rsidRPr="001C1432" w:rsidRDefault="00853464" w:rsidP="0058189A">
      <w:pPr>
        <w:pStyle w:val="BodyText"/>
        <w:numPr>
          <w:ilvl w:val="0"/>
          <w:numId w:val="34"/>
        </w:numPr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 </w:t>
      </w:r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[Note to recipient’s lawyers: include this paragraph if there are </w:t>
      </w:r>
      <w:r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underlying </w:t>
      </w:r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rights the Recipient is unable to obtain </w:t>
      </w:r>
      <w:r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>an assignment of</w:t>
      </w:r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 </w:t>
      </w:r>
      <w:proofErr w:type="gramStart"/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>e.g.</w:t>
      </w:r>
      <w:proofErr w:type="gramEnd"/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 reserved rights of the copyright owner under a licence of an underlying work. If there are Reserved Rights</w:t>
      </w:r>
      <w:r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 at this stage of development</w:t>
      </w:r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>, Screen Australia needs to be made aware of and consent to them, details of the rights are to be set out here, and you or the Recipient need to request a special condition be included in the Project Grant Agreement to acknowledge them]</w:t>
      </w:r>
      <w:r w:rsidR="00326C2D" w:rsidRPr="001C1432">
        <w:rPr>
          <w:rFonts w:asciiTheme="minorHAnsi" w:hAnsiTheme="minorHAnsi" w:cstheme="minorHAnsi"/>
          <w:sz w:val="21"/>
          <w:szCs w:val="21"/>
        </w:rPr>
        <w:t xml:space="preserve">As at the date of this letter, </w:t>
      </w:r>
      <w:r w:rsidR="0058189A" w:rsidRPr="001C1432">
        <w:rPr>
          <w:rFonts w:asciiTheme="minorHAnsi" w:hAnsiTheme="minorHAnsi" w:cstheme="minorHAnsi"/>
          <w:sz w:val="21"/>
          <w:szCs w:val="21"/>
        </w:rPr>
        <w:t>I</w:t>
      </w:r>
      <w:r w:rsidR="00D34171" w:rsidRPr="001C1432">
        <w:rPr>
          <w:rFonts w:asciiTheme="minorHAnsi" w:hAnsiTheme="minorHAnsi" w:cstheme="minorHAnsi"/>
          <w:sz w:val="21"/>
          <w:szCs w:val="21"/>
        </w:rPr>
        <w:t xml:space="preserve"> understand </w:t>
      </w:r>
      <w:r w:rsidR="00326C2D" w:rsidRPr="001C1432">
        <w:rPr>
          <w:rFonts w:asciiTheme="minorHAnsi" w:hAnsiTheme="minorHAnsi" w:cstheme="minorHAnsi"/>
          <w:sz w:val="21"/>
          <w:szCs w:val="21"/>
        </w:rPr>
        <w:t>the Recipient does not</w:t>
      </w:r>
      <w:r w:rsidR="00D34171" w:rsidRPr="001C1432">
        <w:rPr>
          <w:rFonts w:asciiTheme="minorHAnsi" w:hAnsiTheme="minorHAnsi" w:cstheme="minorHAnsi"/>
          <w:sz w:val="21"/>
          <w:szCs w:val="21"/>
        </w:rPr>
        <w:t xml:space="preserve"> or will not</w:t>
      </w:r>
      <w:r w:rsidR="00326C2D" w:rsidRPr="001C1432">
        <w:rPr>
          <w:rFonts w:asciiTheme="minorHAnsi" w:hAnsiTheme="minorHAnsi" w:cstheme="minorHAnsi"/>
          <w:sz w:val="21"/>
          <w:szCs w:val="21"/>
        </w:rPr>
        <w:t xml:space="preserve"> hold the following rights (</w:t>
      </w:r>
      <w:r w:rsidR="00326C2D" w:rsidRPr="001C1432">
        <w:rPr>
          <w:rFonts w:asciiTheme="minorHAnsi" w:hAnsiTheme="minorHAnsi" w:cstheme="minorHAnsi"/>
          <w:b/>
          <w:sz w:val="21"/>
          <w:szCs w:val="21"/>
        </w:rPr>
        <w:t>Reserved Rights</w:t>
      </w:r>
      <w:r w:rsidR="00326C2D" w:rsidRPr="001C1432">
        <w:rPr>
          <w:rFonts w:asciiTheme="minorHAnsi" w:hAnsiTheme="minorHAnsi" w:cstheme="minorHAnsi"/>
          <w:sz w:val="21"/>
          <w:szCs w:val="21"/>
        </w:rPr>
        <w:t xml:space="preserve">): </w:t>
      </w:r>
      <w:r w:rsidR="00326C2D" w:rsidRPr="001C1432">
        <w:rPr>
          <w:rFonts w:asciiTheme="minorHAnsi" w:hAnsiTheme="minorHAnsi" w:cstheme="minorHAnsi"/>
          <w:sz w:val="21"/>
          <w:szCs w:val="21"/>
          <w:highlight w:val="yellow"/>
        </w:rPr>
        <w:t>[insert]</w:t>
      </w:r>
      <w:r w:rsidR="00326C2D" w:rsidRPr="001C1432">
        <w:rPr>
          <w:rFonts w:asciiTheme="minorHAnsi" w:hAnsiTheme="minorHAnsi" w:cstheme="minorHAnsi"/>
          <w:sz w:val="21"/>
          <w:szCs w:val="21"/>
        </w:rPr>
        <w:t xml:space="preserve">; </w:t>
      </w:r>
      <w:r w:rsidR="002B6E31" w:rsidRPr="001C1432">
        <w:rPr>
          <w:rFonts w:asciiTheme="minorHAnsi" w:hAnsiTheme="minorHAnsi" w:cstheme="minorHAnsi"/>
          <w:sz w:val="21"/>
          <w:szCs w:val="21"/>
        </w:rPr>
        <w:t>and</w:t>
      </w:r>
    </w:p>
    <w:p w14:paraId="7E41973A" w14:textId="2979BFAA" w:rsidR="00307A36" w:rsidRPr="001C1432" w:rsidRDefault="0058189A" w:rsidP="0058189A">
      <w:pPr>
        <w:pStyle w:val="BodyText"/>
        <w:numPr>
          <w:ilvl w:val="0"/>
          <w:numId w:val="34"/>
        </w:numPr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I am</w:t>
      </w:r>
      <w:r w:rsidR="00D56C13" w:rsidRPr="001C1432">
        <w:rPr>
          <w:rFonts w:asciiTheme="minorHAnsi" w:hAnsiTheme="minorHAnsi" w:cstheme="minorHAnsi"/>
          <w:sz w:val="21"/>
          <w:szCs w:val="21"/>
        </w:rPr>
        <w:t xml:space="preserve"> satisfied the </w:t>
      </w:r>
      <w:r w:rsidRPr="001C1432">
        <w:rPr>
          <w:rFonts w:asciiTheme="minorHAnsi" w:hAnsiTheme="minorHAnsi" w:cstheme="minorHAnsi"/>
          <w:sz w:val="21"/>
          <w:szCs w:val="21"/>
        </w:rPr>
        <w:t>Recipient has</w:t>
      </w:r>
      <w:r w:rsidR="00D56C13" w:rsidRPr="001C1432">
        <w:rPr>
          <w:rFonts w:asciiTheme="minorHAnsi" w:hAnsiTheme="minorHAnsi" w:cstheme="minorHAnsi"/>
          <w:sz w:val="21"/>
          <w:szCs w:val="21"/>
        </w:rPr>
        <w:t xml:space="preserve"> 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appropriate intellectual property </w:t>
      </w:r>
      <w:r w:rsidR="00985C68" w:rsidRPr="001C1432">
        <w:rPr>
          <w:rFonts w:asciiTheme="minorHAnsi" w:hAnsiTheme="minorHAnsi" w:cstheme="minorHAnsi"/>
          <w:sz w:val="21"/>
          <w:szCs w:val="21"/>
        </w:rPr>
        <w:t xml:space="preserve">clearance procedures </w:t>
      </w:r>
      <w:r w:rsidR="0038660A" w:rsidRPr="001C1432">
        <w:rPr>
          <w:rFonts w:asciiTheme="minorHAnsi" w:hAnsiTheme="minorHAnsi" w:cstheme="minorHAnsi"/>
          <w:sz w:val="21"/>
          <w:szCs w:val="21"/>
        </w:rPr>
        <w:t>in place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</w:t>
      </w:r>
      <w:r w:rsidR="00D56C13" w:rsidRPr="001C1432">
        <w:rPr>
          <w:rFonts w:asciiTheme="minorHAnsi" w:hAnsiTheme="minorHAnsi" w:cstheme="minorHAnsi"/>
          <w:sz w:val="21"/>
          <w:szCs w:val="21"/>
        </w:rPr>
        <w:t xml:space="preserve">in accordance with </w:t>
      </w:r>
      <w:r w:rsidRPr="001C1432">
        <w:rPr>
          <w:rFonts w:asciiTheme="minorHAnsi" w:hAnsiTheme="minorHAnsi" w:cstheme="minorHAnsi"/>
          <w:sz w:val="21"/>
          <w:szCs w:val="21"/>
        </w:rPr>
        <w:t>my</w:t>
      </w:r>
      <w:r w:rsidR="00D56C13" w:rsidRPr="001C1432">
        <w:rPr>
          <w:rFonts w:asciiTheme="minorHAnsi" w:hAnsiTheme="minorHAnsi" w:cstheme="minorHAnsi"/>
          <w:sz w:val="21"/>
          <w:szCs w:val="21"/>
        </w:rPr>
        <w:t xml:space="preserve"> advice</w:t>
      </w:r>
      <w:r w:rsidR="00985C68" w:rsidRPr="001C1432">
        <w:rPr>
          <w:rFonts w:asciiTheme="minorHAnsi" w:hAnsiTheme="minorHAnsi" w:cstheme="minorHAnsi"/>
          <w:sz w:val="21"/>
          <w:szCs w:val="21"/>
        </w:rPr>
        <w:t>,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which will enable them to meet their obligations under clause 6</w:t>
      </w:r>
      <w:r w:rsidR="00EA709E">
        <w:rPr>
          <w:rFonts w:asciiTheme="minorHAnsi" w:hAnsiTheme="minorHAnsi" w:cstheme="minorHAnsi"/>
          <w:sz w:val="21"/>
          <w:szCs w:val="21"/>
        </w:rPr>
        <w:t>.1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of the Project Grant Agreement</w:t>
      </w:r>
      <w:r w:rsidR="00D34171" w:rsidRPr="001C1432">
        <w:rPr>
          <w:rFonts w:asciiTheme="minorHAnsi" w:hAnsiTheme="minorHAnsi" w:cstheme="minorHAnsi"/>
          <w:sz w:val="21"/>
          <w:szCs w:val="21"/>
          <w:highlight w:val="yellow"/>
        </w:rPr>
        <w:t>[, subject</w:t>
      </w:r>
      <w:r w:rsidR="00D56C13" w:rsidRPr="001C1432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  <w:r w:rsidR="00D34171" w:rsidRPr="001C1432">
        <w:rPr>
          <w:rFonts w:asciiTheme="minorHAnsi" w:hAnsiTheme="minorHAnsi" w:cstheme="minorHAnsi"/>
          <w:sz w:val="21"/>
          <w:szCs w:val="21"/>
          <w:highlight w:val="yellow"/>
        </w:rPr>
        <w:t>to the Reserved Rights set out above]</w:t>
      </w:r>
      <w:r w:rsidR="002B6E31" w:rsidRPr="001C1432">
        <w:rPr>
          <w:rFonts w:asciiTheme="minorHAnsi" w:hAnsiTheme="minorHAnsi" w:cstheme="minorHAnsi"/>
          <w:sz w:val="21"/>
          <w:szCs w:val="21"/>
        </w:rPr>
        <w:t>.</w:t>
      </w:r>
    </w:p>
    <w:p w14:paraId="265FB353" w14:textId="520491E0" w:rsidR="00580B64" w:rsidRPr="001C1432" w:rsidRDefault="00580B64" w:rsidP="00501A44">
      <w:pPr>
        <w:tabs>
          <w:tab w:val="left" w:pos="-720"/>
        </w:tabs>
        <w:suppressAutoHyphens/>
        <w:spacing w:before="120" w:after="120"/>
        <w:jc w:val="both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 xml:space="preserve">This </w:t>
      </w:r>
      <w:r w:rsidR="00D34171" w:rsidRPr="001C1432">
        <w:rPr>
          <w:rFonts w:asciiTheme="minorHAnsi" w:hAnsiTheme="minorHAnsi" w:cstheme="minorHAnsi"/>
          <w:sz w:val="21"/>
          <w:szCs w:val="21"/>
        </w:rPr>
        <w:t>letter</w:t>
      </w:r>
      <w:r w:rsidR="00727418" w:rsidRPr="001C1432">
        <w:rPr>
          <w:rFonts w:asciiTheme="minorHAnsi" w:hAnsiTheme="minorHAnsi" w:cstheme="minorHAnsi"/>
          <w:sz w:val="21"/>
          <w:szCs w:val="21"/>
        </w:rPr>
        <w:t xml:space="preserve"> is </w:t>
      </w:r>
      <w:r w:rsidRPr="001C1432">
        <w:rPr>
          <w:rFonts w:asciiTheme="minorHAnsi" w:hAnsiTheme="minorHAnsi" w:cstheme="minorHAnsi"/>
          <w:sz w:val="21"/>
          <w:szCs w:val="21"/>
        </w:rPr>
        <w:t>solely for t</w:t>
      </w:r>
      <w:r w:rsidR="00A97885" w:rsidRPr="001C1432">
        <w:rPr>
          <w:rFonts w:asciiTheme="minorHAnsi" w:hAnsiTheme="minorHAnsi" w:cstheme="minorHAnsi"/>
          <w:sz w:val="21"/>
          <w:szCs w:val="21"/>
        </w:rPr>
        <w:t>he benefit of Screen Australia</w:t>
      </w:r>
      <w:r w:rsidRPr="001C1432">
        <w:rPr>
          <w:rFonts w:asciiTheme="minorHAnsi" w:hAnsiTheme="minorHAnsi" w:cstheme="minorHAnsi"/>
          <w:sz w:val="21"/>
          <w:szCs w:val="21"/>
        </w:rPr>
        <w:t xml:space="preserve">, and </w:t>
      </w:r>
      <w:r w:rsidR="00A97885" w:rsidRPr="001C1432">
        <w:rPr>
          <w:rFonts w:asciiTheme="minorHAnsi" w:hAnsiTheme="minorHAnsi" w:cstheme="minorHAnsi"/>
          <w:sz w:val="21"/>
          <w:szCs w:val="21"/>
        </w:rPr>
        <w:t xml:space="preserve">Screen Australia </w:t>
      </w:r>
      <w:r w:rsidR="00BD1CD9" w:rsidRPr="001C1432">
        <w:rPr>
          <w:rFonts w:asciiTheme="minorHAnsi" w:hAnsiTheme="minorHAnsi" w:cstheme="minorHAnsi"/>
          <w:sz w:val="21"/>
          <w:szCs w:val="21"/>
        </w:rPr>
        <w:t xml:space="preserve">may rely </w:t>
      </w:r>
      <w:r w:rsidRPr="001C1432">
        <w:rPr>
          <w:rFonts w:asciiTheme="minorHAnsi" w:hAnsiTheme="minorHAnsi" w:cstheme="minorHAnsi"/>
          <w:sz w:val="21"/>
          <w:szCs w:val="21"/>
        </w:rPr>
        <w:t>on it.</w:t>
      </w:r>
    </w:p>
    <w:p w14:paraId="406F393D" w14:textId="77777777" w:rsidR="00B264FF" w:rsidRPr="001C1432" w:rsidRDefault="00B264FF" w:rsidP="00501A44">
      <w:pPr>
        <w:tabs>
          <w:tab w:val="left" w:pos="-720"/>
        </w:tabs>
        <w:suppressAutoHyphens/>
        <w:spacing w:before="120" w:after="120"/>
        <w:jc w:val="both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This letter is governed by the laws in force in New South Wales</w:t>
      </w:r>
      <w:r w:rsidR="00F01E74" w:rsidRPr="001C1432">
        <w:rPr>
          <w:rFonts w:asciiTheme="minorHAnsi" w:hAnsiTheme="minorHAnsi" w:cstheme="minorHAnsi"/>
          <w:sz w:val="21"/>
          <w:szCs w:val="21"/>
        </w:rPr>
        <w:t>, Australia</w:t>
      </w:r>
      <w:r w:rsidRPr="001C1432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05F3BAF2" w14:textId="77777777" w:rsidR="00580B64" w:rsidRPr="00C57350" w:rsidRDefault="00580B64" w:rsidP="00501A44">
      <w:pPr>
        <w:spacing w:before="120" w:after="120"/>
        <w:jc w:val="both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Yours faithfully</w:t>
      </w:r>
    </w:p>
    <w:p w14:paraId="72578AF6" w14:textId="77777777" w:rsidR="00C657E4" w:rsidRPr="00C57350" w:rsidRDefault="00C657E4" w:rsidP="00501A44">
      <w:pPr>
        <w:suppressAutoHyphens/>
        <w:spacing w:before="120" w:after="120"/>
        <w:rPr>
          <w:rFonts w:asciiTheme="minorHAnsi" w:hAnsiTheme="minorHAnsi" w:cstheme="minorHAnsi"/>
          <w:sz w:val="21"/>
          <w:szCs w:val="21"/>
        </w:rPr>
      </w:pPr>
    </w:p>
    <w:p w14:paraId="237AF049" w14:textId="77777777" w:rsidR="00580B64" w:rsidRPr="001E54B1" w:rsidRDefault="00444611" w:rsidP="00501A44">
      <w:pPr>
        <w:tabs>
          <w:tab w:val="left" w:pos="-720"/>
          <w:tab w:val="left" w:pos="0"/>
        </w:tabs>
        <w:suppressAutoHyphens/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cs="Arial"/>
          <w:b/>
          <w:sz w:val="21"/>
          <w:szCs w:val="21"/>
          <w:highlight w:val="yellow"/>
        </w:rPr>
      </w:pPr>
      <w:r w:rsidRPr="001E54B1">
        <w:rPr>
          <w:rFonts w:cs="Arial"/>
          <w:b/>
          <w:sz w:val="21"/>
          <w:szCs w:val="21"/>
          <w:highlight w:val="yellow"/>
        </w:rPr>
        <w:t>[Solicitor/s for the Recipient</w:t>
      </w:r>
      <w:r w:rsidR="00C90DF6" w:rsidRPr="001E54B1">
        <w:rPr>
          <w:rFonts w:cs="Arial"/>
          <w:b/>
          <w:sz w:val="21"/>
          <w:szCs w:val="21"/>
          <w:highlight w:val="yellow"/>
        </w:rPr>
        <w:t>]</w:t>
      </w:r>
    </w:p>
    <w:sectPr w:rsidR="00580B64" w:rsidRPr="001E54B1" w:rsidSect="00E900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1418" w:bottom="567" w:left="1418" w:header="720" w:footer="34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6037C" w14:textId="77777777" w:rsidR="00E373AA" w:rsidRPr="00E25814" w:rsidRDefault="00E373AA">
      <w:r w:rsidRPr="00E25814">
        <w:separator/>
      </w:r>
    </w:p>
  </w:endnote>
  <w:endnote w:type="continuationSeparator" w:id="0">
    <w:p w14:paraId="04E12B47" w14:textId="77777777" w:rsidR="00E373AA" w:rsidRPr="00E25814" w:rsidRDefault="00E373AA">
      <w:r w:rsidRPr="00E2581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0AC8" w14:textId="77777777" w:rsidR="00E90083" w:rsidRPr="00E25814" w:rsidRDefault="00CE0DE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E90083">
      <w:rPr>
        <w:noProof/>
      </w:rPr>
      <w:t>1</w:t>
    </w:r>
    <w:r>
      <w:rPr>
        <w:noProof/>
      </w:rPr>
      <w:fldChar w:fldCharType="end"/>
    </w:r>
  </w:p>
  <w:p w14:paraId="311C8A27" w14:textId="77777777" w:rsidR="00E90083" w:rsidRPr="00E25814" w:rsidRDefault="00E90083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C6E2E" w14:textId="77777777" w:rsidR="008A7FBE" w:rsidRPr="008A7FBE" w:rsidRDefault="008A7FBE" w:rsidP="008A7FBE">
    <w:pPr>
      <w:rPr>
        <w:rFonts w:ascii="Trebuchet MS" w:hAnsi="Trebuchet MS"/>
        <w:color w:val="000000"/>
        <w:sz w:val="16"/>
        <w:szCs w:val="16"/>
      </w:rPr>
    </w:pPr>
    <w:r w:rsidRPr="008A7FBE">
      <w:rPr>
        <w:rFonts w:ascii="Trebuchet MS" w:hAnsi="Trebuchet MS" w:cstheme="minorHAnsi"/>
        <w:sz w:val="16"/>
        <w:szCs w:val="16"/>
      </w:rPr>
      <w:t xml:space="preserve">Screen Australia – </w:t>
    </w:r>
    <w:r w:rsidRPr="008A7FBE">
      <w:rPr>
        <w:rFonts w:ascii="Trebuchet MS" w:hAnsi="Trebuchet MS"/>
        <w:iCs/>
        <w:color w:val="000000"/>
        <w:sz w:val="16"/>
        <w:szCs w:val="16"/>
      </w:rPr>
      <w:t>Solicitors Opinion Letter Template – Games PGA 202208</w:t>
    </w:r>
  </w:p>
  <w:p w14:paraId="4A6C51FD" w14:textId="77777777" w:rsidR="00E90083" w:rsidRPr="00D84176" w:rsidRDefault="00E90083" w:rsidP="00D841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C56A2" w14:textId="7E22ADDA" w:rsidR="008A7FBE" w:rsidRPr="001C1432" w:rsidRDefault="00972EC1" w:rsidP="001C1432">
    <w:pPr>
      <w:rPr>
        <w:rFonts w:ascii="Trebuchet MS" w:hAnsi="Trebuchet MS"/>
        <w:color w:val="000000"/>
        <w:sz w:val="16"/>
        <w:szCs w:val="16"/>
      </w:rPr>
    </w:pPr>
    <w:r w:rsidRPr="001C1432">
      <w:rPr>
        <w:rFonts w:ascii="Trebuchet MS" w:hAnsi="Trebuchet MS" w:cstheme="minorHAnsi"/>
        <w:sz w:val="16"/>
        <w:szCs w:val="16"/>
      </w:rPr>
      <w:t xml:space="preserve">Screen Australia </w:t>
    </w:r>
    <w:r w:rsidR="00040612" w:rsidRPr="001C1432">
      <w:rPr>
        <w:rFonts w:ascii="Trebuchet MS" w:hAnsi="Trebuchet MS" w:cstheme="minorHAnsi"/>
        <w:sz w:val="16"/>
        <w:szCs w:val="16"/>
      </w:rPr>
      <w:t>–</w:t>
    </w:r>
    <w:r w:rsidRPr="001C1432">
      <w:rPr>
        <w:rFonts w:ascii="Trebuchet MS" w:hAnsi="Trebuchet MS" w:cstheme="minorHAnsi"/>
        <w:sz w:val="16"/>
        <w:szCs w:val="16"/>
      </w:rPr>
      <w:t xml:space="preserve"> </w:t>
    </w:r>
    <w:r w:rsidR="00D34171" w:rsidRPr="001C1432">
      <w:rPr>
        <w:rFonts w:ascii="Trebuchet MS" w:hAnsi="Trebuchet MS"/>
        <w:iCs/>
        <w:color w:val="000000"/>
        <w:sz w:val="16"/>
        <w:szCs w:val="16"/>
      </w:rPr>
      <w:t>Confirmation of Advice</w:t>
    </w:r>
    <w:r w:rsidR="008A7FBE" w:rsidRPr="001C1432">
      <w:rPr>
        <w:rFonts w:ascii="Trebuchet MS" w:hAnsi="Trebuchet MS"/>
        <w:iCs/>
        <w:color w:val="000000"/>
        <w:sz w:val="16"/>
        <w:szCs w:val="16"/>
      </w:rPr>
      <w:t xml:space="preserve"> Letter Template – Games</w:t>
    </w:r>
    <w:r w:rsidR="0060641D">
      <w:rPr>
        <w:rFonts w:ascii="Trebuchet MS" w:hAnsi="Trebuchet MS"/>
        <w:iCs/>
        <w:color w:val="000000"/>
        <w:sz w:val="16"/>
        <w:szCs w:val="16"/>
      </w:rPr>
      <w:t xml:space="preserve"> Production Fund</w:t>
    </w:r>
    <w:r w:rsidR="008A7FBE" w:rsidRPr="001C1432">
      <w:rPr>
        <w:rFonts w:ascii="Trebuchet MS" w:hAnsi="Trebuchet MS"/>
        <w:iCs/>
        <w:color w:val="000000"/>
        <w:sz w:val="16"/>
        <w:szCs w:val="16"/>
      </w:rPr>
      <w:t xml:space="preserve"> PGA 202</w:t>
    </w:r>
    <w:r w:rsidR="007B3E38">
      <w:rPr>
        <w:rFonts w:ascii="Trebuchet MS" w:hAnsi="Trebuchet MS"/>
        <w:iCs/>
        <w:color w:val="000000"/>
        <w:sz w:val="16"/>
        <w:szCs w:val="16"/>
      </w:rPr>
      <w:t>402</w:t>
    </w:r>
  </w:p>
  <w:p w14:paraId="31057415" w14:textId="77777777" w:rsidR="00E90083" w:rsidRPr="00E25814" w:rsidRDefault="00E90083" w:rsidP="00580B64">
    <w:pPr>
      <w:rPr>
        <w:sz w:val="18"/>
        <w:szCs w:val="18"/>
      </w:rPr>
    </w:pPr>
  </w:p>
  <w:p w14:paraId="39431AB4" w14:textId="77777777" w:rsidR="00E90083" w:rsidRPr="00E25814" w:rsidRDefault="00E900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B13D" w14:textId="77777777" w:rsidR="00E373AA" w:rsidRPr="00E25814" w:rsidRDefault="00E373AA">
      <w:r w:rsidRPr="00E25814">
        <w:separator/>
      </w:r>
    </w:p>
  </w:footnote>
  <w:footnote w:type="continuationSeparator" w:id="0">
    <w:p w14:paraId="47C5D78B" w14:textId="77777777" w:rsidR="00E373AA" w:rsidRPr="00E25814" w:rsidRDefault="00E373AA">
      <w:r w:rsidRPr="00E2581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4D63" w14:textId="77777777" w:rsidR="00E90083" w:rsidRPr="00E25814" w:rsidRDefault="00CE0DE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90083" w:rsidRPr="00E25814">
      <w:rPr>
        <w:noProof/>
      </w:rPr>
      <w:t>3</w:t>
    </w:r>
    <w:r>
      <w:rPr>
        <w:noProof/>
      </w:rPr>
      <w:fldChar w:fldCharType="end"/>
    </w:r>
  </w:p>
  <w:p w14:paraId="7C60C63F" w14:textId="77777777" w:rsidR="00E90083" w:rsidRPr="00E25814" w:rsidRDefault="00E900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BBB9" w14:textId="77777777" w:rsidR="00E90083" w:rsidRPr="0030144D" w:rsidRDefault="00E90083" w:rsidP="00D84176">
    <w:pPr>
      <w:tabs>
        <w:tab w:val="left" w:pos="1276"/>
      </w:tabs>
      <w:jc w:val="center"/>
      <w:rPr>
        <w:sz w:val="20"/>
      </w:rPr>
    </w:pPr>
    <w:r w:rsidRPr="0030144D">
      <w:rPr>
        <w:sz w:val="20"/>
      </w:rPr>
      <w:t xml:space="preserve">- </w:t>
    </w:r>
    <w:r w:rsidR="00CE0DE5" w:rsidRPr="0030144D">
      <w:rPr>
        <w:sz w:val="20"/>
      </w:rPr>
      <w:fldChar w:fldCharType="begin"/>
    </w:r>
    <w:r w:rsidR="00CE0DE5" w:rsidRPr="0030144D">
      <w:rPr>
        <w:sz w:val="20"/>
      </w:rPr>
      <w:instrText xml:space="preserve"> PAGE </w:instrText>
    </w:r>
    <w:r w:rsidR="00CE0DE5" w:rsidRPr="0030144D">
      <w:rPr>
        <w:sz w:val="20"/>
      </w:rPr>
      <w:fldChar w:fldCharType="separate"/>
    </w:r>
    <w:r w:rsidR="00D34171">
      <w:rPr>
        <w:noProof/>
        <w:sz w:val="20"/>
      </w:rPr>
      <w:t>3</w:t>
    </w:r>
    <w:r w:rsidR="00CE0DE5" w:rsidRPr="0030144D">
      <w:rPr>
        <w:noProof/>
        <w:sz w:val="20"/>
      </w:rPr>
      <w:fldChar w:fldCharType="end"/>
    </w:r>
    <w:r w:rsidRPr="0030144D">
      <w:rPr>
        <w:sz w:val="20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1A505" w14:textId="77777777" w:rsidR="00E90083" w:rsidRPr="00E25814" w:rsidRDefault="00E90083" w:rsidP="00C657E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5E14A5F6"/>
    <w:lvl w:ilvl="0">
      <w:start w:val="1"/>
      <w:numFmt w:val="decimal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Letter"/>
      <w:pStyle w:val="Heading2"/>
      <w:lvlText w:val="(%2)"/>
      <w:legacy w:legacy="1" w:legacySpace="0" w:legacyIndent="720"/>
      <w:lvlJc w:val="left"/>
      <w:pPr>
        <w:ind w:left="1440" w:hanging="720"/>
      </w:pPr>
    </w:lvl>
    <w:lvl w:ilvl="2">
      <w:start w:val="1"/>
      <w:numFmt w:val="lowerRoman"/>
      <w:pStyle w:val="Heading3"/>
      <w:lvlText w:val="(%3)"/>
      <w:legacy w:legacy="1" w:legacySpace="0" w:legacyIndent="720"/>
      <w:lvlJc w:val="left"/>
      <w:pPr>
        <w:ind w:left="2160" w:hanging="720"/>
      </w:pPr>
    </w:lvl>
    <w:lvl w:ilvl="3">
      <w:start w:val="1"/>
      <w:numFmt w:val="upperLetter"/>
      <w:pStyle w:val="Heading4"/>
      <w:lvlText w:val="(%4)"/>
      <w:legacy w:legacy="1" w:legacySpace="0" w:legacyIndent="720"/>
      <w:lvlJc w:val="left"/>
      <w:pPr>
        <w:ind w:left="2880" w:hanging="720"/>
      </w:pPr>
    </w:lvl>
    <w:lvl w:ilvl="4">
      <w:start w:val="1"/>
      <w:numFmt w:val="upperRoman"/>
      <w:pStyle w:val="Heading5"/>
      <w:lvlText w:val="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pStyle w:val="Heading6"/>
      <w:lvlText w:val="%6"/>
      <w:legacy w:legacy="1" w:legacySpace="0" w:legacyIndent="720"/>
      <w:lvlJc w:val="left"/>
      <w:pPr>
        <w:ind w:left="4320" w:hanging="720"/>
      </w:pPr>
    </w:lvl>
    <w:lvl w:ilvl="6">
      <w:start w:val="1"/>
      <w:numFmt w:val="lowerLetter"/>
      <w:pStyle w:val="Heading7"/>
      <w:lvlText w:val="%7)"/>
      <w:legacy w:legacy="1" w:legacySpace="0" w:legacyIndent="720"/>
      <w:lvlJc w:val="left"/>
      <w:pPr>
        <w:ind w:left="5040" w:hanging="720"/>
      </w:pPr>
    </w:lvl>
    <w:lvl w:ilvl="7">
      <w:start w:val="1"/>
      <w:numFmt w:val="lowerRoman"/>
      <w:pStyle w:val="Heading8"/>
      <w:lvlText w:val="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%9)"/>
      <w:legacy w:legacy="1" w:legacySpace="0" w:legacyIndent="720"/>
      <w:lvlJc w:val="left"/>
      <w:pPr>
        <w:ind w:left="6480" w:hanging="720"/>
      </w:pPr>
    </w:lvl>
  </w:abstractNum>
  <w:abstractNum w:abstractNumId="1" w15:restartNumberingAfterBreak="0">
    <w:nsid w:val="03190AE0"/>
    <w:multiLevelType w:val="multilevel"/>
    <w:tmpl w:val="889E9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E833A8"/>
    <w:multiLevelType w:val="multilevel"/>
    <w:tmpl w:val="9B407DEE"/>
    <w:lvl w:ilvl="0">
      <w:start w:val="1"/>
      <w:numFmt w:val="lowerLetter"/>
      <w:pStyle w:val="LegalHeading3"/>
      <w:lvlText w:val="(%1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512"/>
        </w:tabs>
        <w:ind w:left="1512" w:hanging="432"/>
      </w:pPr>
      <w:rPr>
        <w:rFonts w:ascii="Arial" w:eastAsia="Times New Roman" w:hAnsi="Arial" w:cs="Tahoma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3" w15:restartNumberingAfterBreak="0">
    <w:nsid w:val="14CA3153"/>
    <w:multiLevelType w:val="hybridMultilevel"/>
    <w:tmpl w:val="76040244"/>
    <w:lvl w:ilvl="0" w:tplc="F1D87C34">
      <w:start w:val="3"/>
      <w:numFmt w:val="bullet"/>
      <w:lvlText w:val="-"/>
      <w:lvlJc w:val="left"/>
      <w:pPr>
        <w:tabs>
          <w:tab w:val="num" w:pos="2430"/>
        </w:tabs>
        <w:ind w:left="2430" w:hanging="360"/>
      </w:pPr>
      <w:rPr>
        <w:rFonts w:ascii="Arial" w:eastAsia="Times New Roman" w:hAnsi="Arial" w:cs="Aria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750"/>
        </w:tabs>
        <w:ind w:left="67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470"/>
        </w:tabs>
        <w:ind w:left="74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190"/>
        </w:tabs>
        <w:ind w:left="8190" w:hanging="360"/>
      </w:pPr>
      <w:rPr>
        <w:rFonts w:ascii="Wingdings" w:hAnsi="Wingdings" w:hint="default"/>
      </w:rPr>
    </w:lvl>
  </w:abstractNum>
  <w:abstractNum w:abstractNumId="4" w15:restartNumberingAfterBreak="0">
    <w:nsid w:val="17B70BF5"/>
    <w:multiLevelType w:val="hybridMultilevel"/>
    <w:tmpl w:val="E5128EBA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AF46A4"/>
    <w:multiLevelType w:val="hybridMultilevel"/>
    <w:tmpl w:val="D3608E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6429"/>
    <w:multiLevelType w:val="hybridMultilevel"/>
    <w:tmpl w:val="7814153E"/>
    <w:lvl w:ilvl="0" w:tplc="78F0F57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1D745DC"/>
    <w:multiLevelType w:val="hybridMultilevel"/>
    <w:tmpl w:val="46EC60C0"/>
    <w:lvl w:ilvl="0" w:tplc="82F0C5C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B755C3"/>
    <w:multiLevelType w:val="hybridMultilevel"/>
    <w:tmpl w:val="B0AE88D0"/>
    <w:lvl w:ilvl="0" w:tplc="7B0AAC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35803D4"/>
    <w:multiLevelType w:val="hybridMultilevel"/>
    <w:tmpl w:val="46EC60C0"/>
    <w:lvl w:ilvl="0" w:tplc="82F0C5C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749FF"/>
    <w:multiLevelType w:val="hybridMultilevel"/>
    <w:tmpl w:val="22FCA3BE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F91D7C"/>
    <w:multiLevelType w:val="hybridMultilevel"/>
    <w:tmpl w:val="FE4C6B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667F14"/>
    <w:multiLevelType w:val="hybridMultilevel"/>
    <w:tmpl w:val="9A50730C"/>
    <w:lvl w:ilvl="0" w:tplc="971A6C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93A64"/>
    <w:multiLevelType w:val="hybridMultilevel"/>
    <w:tmpl w:val="8228D588"/>
    <w:lvl w:ilvl="0" w:tplc="0C09000F">
      <w:start w:val="1"/>
      <w:numFmt w:val="decimal"/>
      <w:lvlText w:val="%1."/>
      <w:lvlJc w:val="left"/>
      <w:pPr>
        <w:ind w:left="80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A50C3"/>
    <w:multiLevelType w:val="hybridMultilevel"/>
    <w:tmpl w:val="2138A1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220102"/>
    <w:multiLevelType w:val="hybridMultilevel"/>
    <w:tmpl w:val="7A48A4C4"/>
    <w:lvl w:ilvl="0" w:tplc="040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05C32E8"/>
    <w:multiLevelType w:val="hybridMultilevel"/>
    <w:tmpl w:val="068C96BC"/>
    <w:lvl w:ilvl="0" w:tplc="1DD26814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061D34"/>
    <w:multiLevelType w:val="hybridMultilevel"/>
    <w:tmpl w:val="46EC60C0"/>
    <w:lvl w:ilvl="0" w:tplc="82F0C5C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A31779"/>
    <w:multiLevelType w:val="hybridMultilevel"/>
    <w:tmpl w:val="8228D588"/>
    <w:lvl w:ilvl="0" w:tplc="0C09000F">
      <w:start w:val="1"/>
      <w:numFmt w:val="decimal"/>
      <w:lvlText w:val="%1."/>
      <w:lvlJc w:val="left"/>
      <w:pPr>
        <w:ind w:left="80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87774"/>
    <w:multiLevelType w:val="hybridMultilevel"/>
    <w:tmpl w:val="57248266"/>
    <w:lvl w:ilvl="0" w:tplc="7416FC4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CA2C52"/>
    <w:multiLevelType w:val="multilevel"/>
    <w:tmpl w:val="50C27828"/>
    <w:lvl w:ilvl="0">
      <w:start w:val="1"/>
      <w:numFmt w:val="decimal"/>
      <w:pStyle w:val="MDLEGAL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656"/>
        </w:tabs>
        <w:ind w:left="1656" w:hanging="936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302"/>
        </w:tabs>
        <w:ind w:left="2302" w:hanging="64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436"/>
        </w:tabs>
        <w:ind w:left="3436" w:hanging="56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5670"/>
        </w:tabs>
        <w:ind w:left="5670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5" w:hanging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1" w15:restartNumberingAfterBreak="0">
    <w:nsid w:val="6F3D44EB"/>
    <w:multiLevelType w:val="hybridMultilevel"/>
    <w:tmpl w:val="8572DF26"/>
    <w:lvl w:ilvl="0" w:tplc="15DCF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820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2086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FA5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6EB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405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200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2274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10BC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646AE7"/>
    <w:multiLevelType w:val="multilevel"/>
    <w:tmpl w:val="114E2400"/>
    <w:lvl w:ilvl="0">
      <w:start w:val="1"/>
      <w:numFmt w:val="upperLetter"/>
      <w:lvlText w:val="%1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9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843"/>
        </w:tabs>
        <w:ind w:left="1843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2"/>
  </w:num>
  <w:num w:numId="11">
    <w:abstractNumId w:val="14"/>
  </w:num>
  <w:num w:numId="12">
    <w:abstractNumId w:val="8"/>
  </w:num>
  <w:num w:numId="13">
    <w:abstractNumId w:val="20"/>
  </w:num>
  <w:num w:numId="14">
    <w:abstractNumId w:val="21"/>
  </w:num>
  <w:num w:numId="15">
    <w:abstractNumId w:val="15"/>
  </w:num>
  <w:num w:numId="16">
    <w:abstractNumId w:val="6"/>
  </w:num>
  <w:num w:numId="17">
    <w:abstractNumId w:val="16"/>
  </w:num>
  <w:num w:numId="18">
    <w:abstractNumId w:val="3"/>
  </w:num>
  <w:num w:numId="19">
    <w:abstractNumId w:val="7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8"/>
  </w:num>
  <w:num w:numId="24">
    <w:abstractNumId w:val="13"/>
  </w:num>
  <w:num w:numId="25">
    <w:abstractNumId w:val="17"/>
  </w:num>
  <w:num w:numId="26">
    <w:abstractNumId w:val="9"/>
  </w:num>
  <w:num w:numId="27">
    <w:abstractNumId w:val="1"/>
  </w:num>
  <w:num w:numId="28">
    <w:abstractNumId w:val="4"/>
  </w:num>
  <w:num w:numId="29">
    <w:abstractNumId w:val="10"/>
  </w:num>
  <w:num w:numId="30">
    <w:abstractNumId w:val="11"/>
  </w:num>
  <w:num w:numId="31">
    <w:abstractNumId w:val="2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628"/>
    <w:rsid w:val="0000304B"/>
    <w:rsid w:val="00004B2A"/>
    <w:rsid w:val="00006714"/>
    <w:rsid w:val="00023FA4"/>
    <w:rsid w:val="00040612"/>
    <w:rsid w:val="0005254B"/>
    <w:rsid w:val="00052AB1"/>
    <w:rsid w:val="000632CF"/>
    <w:rsid w:val="000665E5"/>
    <w:rsid w:val="0009031E"/>
    <w:rsid w:val="000924F5"/>
    <w:rsid w:val="000A039E"/>
    <w:rsid w:val="000A3151"/>
    <w:rsid w:val="000A4745"/>
    <w:rsid w:val="000B72E8"/>
    <w:rsid w:val="000C317D"/>
    <w:rsid w:val="000D211D"/>
    <w:rsid w:val="000D246B"/>
    <w:rsid w:val="000D6D1D"/>
    <w:rsid w:val="00102221"/>
    <w:rsid w:val="00103108"/>
    <w:rsid w:val="0011640D"/>
    <w:rsid w:val="00121ADF"/>
    <w:rsid w:val="001250DC"/>
    <w:rsid w:val="00142F26"/>
    <w:rsid w:val="00153160"/>
    <w:rsid w:val="00155DCA"/>
    <w:rsid w:val="0015652C"/>
    <w:rsid w:val="001575CF"/>
    <w:rsid w:val="0016068C"/>
    <w:rsid w:val="00161A19"/>
    <w:rsid w:val="00164426"/>
    <w:rsid w:val="00166F02"/>
    <w:rsid w:val="00172467"/>
    <w:rsid w:val="001803D0"/>
    <w:rsid w:val="001A1688"/>
    <w:rsid w:val="001A3558"/>
    <w:rsid w:val="001B211E"/>
    <w:rsid w:val="001B3FB7"/>
    <w:rsid w:val="001C1432"/>
    <w:rsid w:val="001C3CEB"/>
    <w:rsid w:val="001C3EF2"/>
    <w:rsid w:val="001D2E52"/>
    <w:rsid w:val="001D7C6C"/>
    <w:rsid w:val="001E0E03"/>
    <w:rsid w:val="001E54B1"/>
    <w:rsid w:val="001E7B17"/>
    <w:rsid w:val="001F2BF5"/>
    <w:rsid w:val="00207878"/>
    <w:rsid w:val="0022353B"/>
    <w:rsid w:val="00224A7A"/>
    <w:rsid w:val="00227C8B"/>
    <w:rsid w:val="00227E88"/>
    <w:rsid w:val="0023704C"/>
    <w:rsid w:val="002377DA"/>
    <w:rsid w:val="00241F84"/>
    <w:rsid w:val="00246EDC"/>
    <w:rsid w:val="002518E4"/>
    <w:rsid w:val="0025376F"/>
    <w:rsid w:val="002629F4"/>
    <w:rsid w:val="00273932"/>
    <w:rsid w:val="00284CE0"/>
    <w:rsid w:val="002A130E"/>
    <w:rsid w:val="002A791C"/>
    <w:rsid w:val="002B6E31"/>
    <w:rsid w:val="002C08CC"/>
    <w:rsid w:val="002C26C3"/>
    <w:rsid w:val="002C566D"/>
    <w:rsid w:val="002D3C4F"/>
    <w:rsid w:val="002D5EA9"/>
    <w:rsid w:val="002E158D"/>
    <w:rsid w:val="0030144D"/>
    <w:rsid w:val="0030383F"/>
    <w:rsid w:val="00307A36"/>
    <w:rsid w:val="003163E3"/>
    <w:rsid w:val="00326C2D"/>
    <w:rsid w:val="00350379"/>
    <w:rsid w:val="00360BCA"/>
    <w:rsid w:val="003658D3"/>
    <w:rsid w:val="00382B56"/>
    <w:rsid w:val="0038660A"/>
    <w:rsid w:val="00390A32"/>
    <w:rsid w:val="003952EC"/>
    <w:rsid w:val="003A11C2"/>
    <w:rsid w:val="003B50DA"/>
    <w:rsid w:val="003B60B7"/>
    <w:rsid w:val="003C3305"/>
    <w:rsid w:val="003C3C71"/>
    <w:rsid w:val="003C4560"/>
    <w:rsid w:val="003C66B9"/>
    <w:rsid w:val="003C7021"/>
    <w:rsid w:val="003F268D"/>
    <w:rsid w:val="00403848"/>
    <w:rsid w:val="00420AAF"/>
    <w:rsid w:val="00423697"/>
    <w:rsid w:val="00425264"/>
    <w:rsid w:val="00431E3E"/>
    <w:rsid w:val="0043477A"/>
    <w:rsid w:val="00444611"/>
    <w:rsid w:val="00447473"/>
    <w:rsid w:val="00470AF8"/>
    <w:rsid w:val="00474265"/>
    <w:rsid w:val="00486300"/>
    <w:rsid w:val="00486563"/>
    <w:rsid w:val="004943E8"/>
    <w:rsid w:val="00497CC5"/>
    <w:rsid w:val="004A5F9B"/>
    <w:rsid w:val="004A66FE"/>
    <w:rsid w:val="004B631C"/>
    <w:rsid w:val="004C2275"/>
    <w:rsid w:val="004C6707"/>
    <w:rsid w:val="004D342A"/>
    <w:rsid w:val="004D7D7E"/>
    <w:rsid w:val="004F302F"/>
    <w:rsid w:val="004F460E"/>
    <w:rsid w:val="004F46B9"/>
    <w:rsid w:val="00501A44"/>
    <w:rsid w:val="00501C46"/>
    <w:rsid w:val="00530689"/>
    <w:rsid w:val="00532348"/>
    <w:rsid w:val="0053348F"/>
    <w:rsid w:val="00533743"/>
    <w:rsid w:val="00535F6F"/>
    <w:rsid w:val="00540072"/>
    <w:rsid w:val="005518EA"/>
    <w:rsid w:val="0055418B"/>
    <w:rsid w:val="00565476"/>
    <w:rsid w:val="005738B8"/>
    <w:rsid w:val="00577596"/>
    <w:rsid w:val="00580B64"/>
    <w:rsid w:val="0058189A"/>
    <w:rsid w:val="0058750C"/>
    <w:rsid w:val="005A11AE"/>
    <w:rsid w:val="005B06B9"/>
    <w:rsid w:val="005B56DC"/>
    <w:rsid w:val="005C0F3E"/>
    <w:rsid w:val="005C3D29"/>
    <w:rsid w:val="005F4658"/>
    <w:rsid w:val="005F6ABF"/>
    <w:rsid w:val="005F7AFE"/>
    <w:rsid w:val="0060641D"/>
    <w:rsid w:val="006127B7"/>
    <w:rsid w:val="00616DD3"/>
    <w:rsid w:val="00625DC3"/>
    <w:rsid w:val="0062760E"/>
    <w:rsid w:val="00642411"/>
    <w:rsid w:val="00642484"/>
    <w:rsid w:val="00642DA8"/>
    <w:rsid w:val="00660FDD"/>
    <w:rsid w:val="00676308"/>
    <w:rsid w:val="006775B2"/>
    <w:rsid w:val="00681B39"/>
    <w:rsid w:val="00690C38"/>
    <w:rsid w:val="006A50E8"/>
    <w:rsid w:val="006A513D"/>
    <w:rsid w:val="006A5779"/>
    <w:rsid w:val="006A59AD"/>
    <w:rsid w:val="006A6E8E"/>
    <w:rsid w:val="006B1DEA"/>
    <w:rsid w:val="006C1034"/>
    <w:rsid w:val="006D29C3"/>
    <w:rsid w:val="006D2CD6"/>
    <w:rsid w:val="006E6BFB"/>
    <w:rsid w:val="006F72EF"/>
    <w:rsid w:val="00707256"/>
    <w:rsid w:val="00713B4F"/>
    <w:rsid w:val="007171BB"/>
    <w:rsid w:val="00717F50"/>
    <w:rsid w:val="00721FA4"/>
    <w:rsid w:val="007257F8"/>
    <w:rsid w:val="0072713F"/>
    <w:rsid w:val="00727418"/>
    <w:rsid w:val="00730EA1"/>
    <w:rsid w:val="00732BD7"/>
    <w:rsid w:val="007439C1"/>
    <w:rsid w:val="00757390"/>
    <w:rsid w:val="007668A0"/>
    <w:rsid w:val="00776210"/>
    <w:rsid w:val="00782E03"/>
    <w:rsid w:val="00785954"/>
    <w:rsid w:val="007927B7"/>
    <w:rsid w:val="00797D83"/>
    <w:rsid w:val="007B3E38"/>
    <w:rsid w:val="007C6433"/>
    <w:rsid w:val="007D7660"/>
    <w:rsid w:val="007E1CA1"/>
    <w:rsid w:val="007E6491"/>
    <w:rsid w:val="007F1848"/>
    <w:rsid w:val="007F4EC7"/>
    <w:rsid w:val="007F5C5A"/>
    <w:rsid w:val="007F6544"/>
    <w:rsid w:val="00802010"/>
    <w:rsid w:val="008347D4"/>
    <w:rsid w:val="00834C96"/>
    <w:rsid w:val="00834DE4"/>
    <w:rsid w:val="00835F9D"/>
    <w:rsid w:val="0083722D"/>
    <w:rsid w:val="00837961"/>
    <w:rsid w:val="008415C6"/>
    <w:rsid w:val="0084256E"/>
    <w:rsid w:val="00853068"/>
    <w:rsid w:val="00853464"/>
    <w:rsid w:val="008644A1"/>
    <w:rsid w:val="00864EA7"/>
    <w:rsid w:val="00872FBF"/>
    <w:rsid w:val="008826EA"/>
    <w:rsid w:val="008A7FBE"/>
    <w:rsid w:val="008B0FEE"/>
    <w:rsid w:val="008C2E5D"/>
    <w:rsid w:val="008C797B"/>
    <w:rsid w:val="008F0B59"/>
    <w:rsid w:val="008F1BC9"/>
    <w:rsid w:val="008F3457"/>
    <w:rsid w:val="008F3A2D"/>
    <w:rsid w:val="008F6905"/>
    <w:rsid w:val="0090144C"/>
    <w:rsid w:val="009061AA"/>
    <w:rsid w:val="00907BFE"/>
    <w:rsid w:val="009115A6"/>
    <w:rsid w:val="00911726"/>
    <w:rsid w:val="00944B68"/>
    <w:rsid w:val="009475A8"/>
    <w:rsid w:val="0095427A"/>
    <w:rsid w:val="00970342"/>
    <w:rsid w:val="00972EC1"/>
    <w:rsid w:val="00984F05"/>
    <w:rsid w:val="00985C68"/>
    <w:rsid w:val="00993C15"/>
    <w:rsid w:val="009A7FCB"/>
    <w:rsid w:val="009C5298"/>
    <w:rsid w:val="009C6CEF"/>
    <w:rsid w:val="009C6F37"/>
    <w:rsid w:val="009E214C"/>
    <w:rsid w:val="009F7512"/>
    <w:rsid w:val="00A003EE"/>
    <w:rsid w:val="00A05E18"/>
    <w:rsid w:val="00A10875"/>
    <w:rsid w:val="00A108AD"/>
    <w:rsid w:val="00A14C2C"/>
    <w:rsid w:val="00A24739"/>
    <w:rsid w:val="00A26D9A"/>
    <w:rsid w:val="00A34FC4"/>
    <w:rsid w:val="00A367C4"/>
    <w:rsid w:val="00A4483E"/>
    <w:rsid w:val="00A604A8"/>
    <w:rsid w:val="00A71C46"/>
    <w:rsid w:val="00A8625F"/>
    <w:rsid w:val="00A97885"/>
    <w:rsid w:val="00AC20E9"/>
    <w:rsid w:val="00AD0B64"/>
    <w:rsid w:val="00AE31DD"/>
    <w:rsid w:val="00AF566C"/>
    <w:rsid w:val="00B04EB3"/>
    <w:rsid w:val="00B1315A"/>
    <w:rsid w:val="00B13E0C"/>
    <w:rsid w:val="00B25776"/>
    <w:rsid w:val="00B264FF"/>
    <w:rsid w:val="00B37F45"/>
    <w:rsid w:val="00B40C0C"/>
    <w:rsid w:val="00B501D9"/>
    <w:rsid w:val="00B50BAD"/>
    <w:rsid w:val="00B52E9A"/>
    <w:rsid w:val="00B572AE"/>
    <w:rsid w:val="00B6094A"/>
    <w:rsid w:val="00B738E6"/>
    <w:rsid w:val="00BB42DA"/>
    <w:rsid w:val="00BB479D"/>
    <w:rsid w:val="00BB6628"/>
    <w:rsid w:val="00BD1CD9"/>
    <w:rsid w:val="00BD3C4F"/>
    <w:rsid w:val="00BE2778"/>
    <w:rsid w:val="00BF1FA5"/>
    <w:rsid w:val="00C23F6D"/>
    <w:rsid w:val="00C2618D"/>
    <w:rsid w:val="00C266AE"/>
    <w:rsid w:val="00C30ADD"/>
    <w:rsid w:val="00C364A4"/>
    <w:rsid w:val="00C40911"/>
    <w:rsid w:val="00C4159D"/>
    <w:rsid w:val="00C564D6"/>
    <w:rsid w:val="00C57350"/>
    <w:rsid w:val="00C615CB"/>
    <w:rsid w:val="00C61DA0"/>
    <w:rsid w:val="00C657E4"/>
    <w:rsid w:val="00C66528"/>
    <w:rsid w:val="00C70006"/>
    <w:rsid w:val="00C80B90"/>
    <w:rsid w:val="00C819BE"/>
    <w:rsid w:val="00C90DF6"/>
    <w:rsid w:val="00C917A1"/>
    <w:rsid w:val="00C92DC1"/>
    <w:rsid w:val="00CA501F"/>
    <w:rsid w:val="00CA5FDC"/>
    <w:rsid w:val="00CD1695"/>
    <w:rsid w:val="00CE0DE5"/>
    <w:rsid w:val="00CE1AA9"/>
    <w:rsid w:val="00CF5F25"/>
    <w:rsid w:val="00D0041A"/>
    <w:rsid w:val="00D07F49"/>
    <w:rsid w:val="00D22EEA"/>
    <w:rsid w:val="00D3208D"/>
    <w:rsid w:val="00D32197"/>
    <w:rsid w:val="00D34171"/>
    <w:rsid w:val="00D368A7"/>
    <w:rsid w:val="00D402F7"/>
    <w:rsid w:val="00D44DA9"/>
    <w:rsid w:val="00D56C13"/>
    <w:rsid w:val="00D80108"/>
    <w:rsid w:val="00D84176"/>
    <w:rsid w:val="00D97A65"/>
    <w:rsid w:val="00DC3B9A"/>
    <w:rsid w:val="00DC7303"/>
    <w:rsid w:val="00DD18D3"/>
    <w:rsid w:val="00DD5E35"/>
    <w:rsid w:val="00DF19CB"/>
    <w:rsid w:val="00DF59F4"/>
    <w:rsid w:val="00E059D9"/>
    <w:rsid w:val="00E1111D"/>
    <w:rsid w:val="00E25814"/>
    <w:rsid w:val="00E25A1C"/>
    <w:rsid w:val="00E25BF4"/>
    <w:rsid w:val="00E373AA"/>
    <w:rsid w:val="00E40663"/>
    <w:rsid w:val="00E4615F"/>
    <w:rsid w:val="00E6447E"/>
    <w:rsid w:val="00E6476E"/>
    <w:rsid w:val="00E656B9"/>
    <w:rsid w:val="00E83CD4"/>
    <w:rsid w:val="00E855FA"/>
    <w:rsid w:val="00E90083"/>
    <w:rsid w:val="00EA163E"/>
    <w:rsid w:val="00EA455F"/>
    <w:rsid w:val="00EA709E"/>
    <w:rsid w:val="00EB4B34"/>
    <w:rsid w:val="00ED2E1D"/>
    <w:rsid w:val="00ED4994"/>
    <w:rsid w:val="00ED71A9"/>
    <w:rsid w:val="00EE0146"/>
    <w:rsid w:val="00EE47BB"/>
    <w:rsid w:val="00EE547B"/>
    <w:rsid w:val="00EF6A4E"/>
    <w:rsid w:val="00F01E74"/>
    <w:rsid w:val="00F02615"/>
    <w:rsid w:val="00F06EE7"/>
    <w:rsid w:val="00F23115"/>
    <w:rsid w:val="00F276BD"/>
    <w:rsid w:val="00F44D30"/>
    <w:rsid w:val="00F5299E"/>
    <w:rsid w:val="00F569F7"/>
    <w:rsid w:val="00F65E45"/>
    <w:rsid w:val="00F70E5D"/>
    <w:rsid w:val="00F74486"/>
    <w:rsid w:val="00F9298D"/>
    <w:rsid w:val="00F952A8"/>
    <w:rsid w:val="00FA2283"/>
    <w:rsid w:val="00FA4CE5"/>
    <w:rsid w:val="00FB4BE9"/>
    <w:rsid w:val="00FC757F"/>
    <w:rsid w:val="00FC7A23"/>
    <w:rsid w:val="00FD3061"/>
    <w:rsid w:val="00FD5E3E"/>
    <w:rsid w:val="00FE6B4B"/>
    <w:rsid w:val="00FF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6E71D7E"/>
  <w15:docId w15:val="{40CAC42D-9381-4FA6-BE73-19A8231F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3A2D"/>
    <w:rPr>
      <w:rFonts w:ascii="Arial" w:hAnsi="Arial"/>
      <w:sz w:val="22"/>
      <w:lang w:eastAsia="en-US"/>
    </w:rPr>
  </w:style>
  <w:style w:type="paragraph" w:styleId="Heading1">
    <w:name w:val="heading 1"/>
    <w:basedOn w:val="Normal"/>
    <w:qFormat/>
    <w:rsid w:val="00420AAF"/>
    <w:pPr>
      <w:numPr>
        <w:numId w:val="1"/>
      </w:numPr>
      <w:jc w:val="both"/>
      <w:outlineLvl w:val="0"/>
    </w:pPr>
    <w:rPr>
      <w:kern w:val="28"/>
    </w:rPr>
  </w:style>
  <w:style w:type="paragraph" w:styleId="Heading2">
    <w:name w:val="heading 2"/>
    <w:basedOn w:val="Normal"/>
    <w:qFormat/>
    <w:rsid w:val="00420AAF"/>
    <w:pPr>
      <w:numPr>
        <w:ilvl w:val="1"/>
        <w:numId w:val="2"/>
      </w:numPr>
      <w:jc w:val="both"/>
      <w:outlineLvl w:val="1"/>
    </w:pPr>
    <w:rPr>
      <w:kern w:val="28"/>
    </w:rPr>
  </w:style>
  <w:style w:type="paragraph" w:styleId="Heading3">
    <w:name w:val="heading 3"/>
    <w:basedOn w:val="Normal"/>
    <w:qFormat/>
    <w:rsid w:val="00420AAF"/>
    <w:pPr>
      <w:numPr>
        <w:ilvl w:val="2"/>
        <w:numId w:val="3"/>
      </w:numPr>
      <w:jc w:val="both"/>
      <w:outlineLvl w:val="2"/>
    </w:pPr>
    <w:rPr>
      <w:kern w:val="28"/>
    </w:rPr>
  </w:style>
  <w:style w:type="paragraph" w:styleId="Heading4">
    <w:name w:val="heading 4"/>
    <w:basedOn w:val="Normal"/>
    <w:qFormat/>
    <w:rsid w:val="00420AAF"/>
    <w:pPr>
      <w:numPr>
        <w:ilvl w:val="3"/>
        <w:numId w:val="4"/>
      </w:numPr>
      <w:jc w:val="both"/>
      <w:outlineLvl w:val="3"/>
    </w:pPr>
    <w:rPr>
      <w:kern w:val="28"/>
    </w:rPr>
  </w:style>
  <w:style w:type="paragraph" w:styleId="Heading5">
    <w:name w:val="heading 5"/>
    <w:basedOn w:val="Normal"/>
    <w:qFormat/>
    <w:rsid w:val="00420AAF"/>
    <w:pPr>
      <w:numPr>
        <w:ilvl w:val="4"/>
        <w:numId w:val="5"/>
      </w:numPr>
      <w:jc w:val="both"/>
      <w:outlineLvl w:val="4"/>
    </w:pPr>
    <w:rPr>
      <w:kern w:val="28"/>
    </w:rPr>
  </w:style>
  <w:style w:type="paragraph" w:styleId="Heading6">
    <w:name w:val="heading 6"/>
    <w:basedOn w:val="Normal"/>
    <w:qFormat/>
    <w:rsid w:val="00420AAF"/>
    <w:pPr>
      <w:numPr>
        <w:ilvl w:val="5"/>
        <w:numId w:val="6"/>
      </w:numPr>
      <w:jc w:val="both"/>
      <w:outlineLvl w:val="5"/>
    </w:pPr>
    <w:rPr>
      <w:kern w:val="28"/>
    </w:rPr>
  </w:style>
  <w:style w:type="paragraph" w:styleId="Heading7">
    <w:name w:val="heading 7"/>
    <w:basedOn w:val="Normal"/>
    <w:qFormat/>
    <w:rsid w:val="00420AAF"/>
    <w:pPr>
      <w:numPr>
        <w:ilvl w:val="6"/>
        <w:numId w:val="7"/>
      </w:numPr>
      <w:jc w:val="both"/>
      <w:outlineLvl w:val="6"/>
    </w:pPr>
    <w:rPr>
      <w:kern w:val="28"/>
    </w:rPr>
  </w:style>
  <w:style w:type="paragraph" w:styleId="Heading8">
    <w:name w:val="heading 8"/>
    <w:basedOn w:val="Normal"/>
    <w:qFormat/>
    <w:rsid w:val="00420AAF"/>
    <w:pPr>
      <w:numPr>
        <w:ilvl w:val="7"/>
        <w:numId w:val="8"/>
      </w:numPr>
      <w:jc w:val="both"/>
      <w:outlineLvl w:val="7"/>
    </w:pPr>
    <w:rPr>
      <w:kern w:val="28"/>
    </w:rPr>
  </w:style>
  <w:style w:type="paragraph" w:styleId="Heading9">
    <w:name w:val="heading 9"/>
    <w:basedOn w:val="Normal"/>
    <w:qFormat/>
    <w:rsid w:val="00420AAF"/>
    <w:pPr>
      <w:numPr>
        <w:ilvl w:val="8"/>
        <w:numId w:val="9"/>
      </w:numPr>
      <w:jc w:val="both"/>
      <w:outlineLvl w:val="8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0A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0AA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20AAF"/>
    <w:rPr>
      <w:color w:val="0000FF"/>
      <w:u w:val="single"/>
    </w:rPr>
  </w:style>
  <w:style w:type="paragraph" w:styleId="BalloonText">
    <w:name w:val="Balloon Text"/>
    <w:basedOn w:val="Normal"/>
    <w:semiHidden/>
    <w:rsid w:val="00420AA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B6628"/>
    <w:pPr>
      <w:widowControl w:val="0"/>
      <w:tabs>
        <w:tab w:val="left" w:pos="-720"/>
      </w:tabs>
      <w:suppressAutoHyphens/>
      <w:jc w:val="both"/>
    </w:pPr>
    <w:rPr>
      <w:rFonts w:ascii="Helvetica 55 Roman" w:hAnsi="Helvetica 55 Roman"/>
      <w:snapToGrid w:val="0"/>
    </w:rPr>
  </w:style>
  <w:style w:type="paragraph" w:styleId="ListBullet">
    <w:name w:val="List Bullet"/>
    <w:basedOn w:val="Normal"/>
    <w:rsid w:val="00DC1678"/>
    <w:pPr>
      <w:tabs>
        <w:tab w:val="num" w:pos="360"/>
      </w:tabs>
      <w:ind w:left="360" w:hanging="360"/>
      <w:jc w:val="both"/>
    </w:pPr>
    <w:rPr>
      <w:rFonts w:cs="Arial"/>
      <w:szCs w:val="22"/>
    </w:rPr>
  </w:style>
  <w:style w:type="paragraph" w:customStyle="1" w:styleId="MDLEGAL1">
    <w:name w:val="MD LEGAL 1"/>
    <w:basedOn w:val="Normal"/>
    <w:rsid w:val="00ED6E93"/>
    <w:pPr>
      <w:numPr>
        <w:numId w:val="13"/>
      </w:numPr>
    </w:pPr>
    <w:rPr>
      <w:szCs w:val="22"/>
      <w:lang w:val="en-US"/>
    </w:rPr>
  </w:style>
  <w:style w:type="character" w:styleId="Strong">
    <w:name w:val="Strong"/>
    <w:basedOn w:val="DefaultParagraphFont"/>
    <w:qFormat/>
    <w:rsid w:val="00B2197F"/>
    <w:rPr>
      <w:b/>
      <w:bCs/>
    </w:rPr>
  </w:style>
  <w:style w:type="table" w:styleId="TableGrid">
    <w:name w:val="Table Grid"/>
    <w:basedOn w:val="TableNormal"/>
    <w:rsid w:val="00D841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greementHeading1">
    <w:name w:val="Agreement Heading 1"/>
    <w:basedOn w:val="Heading1"/>
    <w:rsid w:val="002C08CC"/>
    <w:pPr>
      <w:keepNext/>
      <w:numPr>
        <w:numId w:val="0"/>
      </w:numPr>
      <w:tabs>
        <w:tab w:val="left" w:pos="567"/>
      </w:tabs>
      <w:spacing w:before="120" w:after="240" w:line="240" w:lineRule="atLeast"/>
      <w:ind w:left="567" w:hanging="567"/>
    </w:pPr>
    <w:rPr>
      <w:rFonts w:ascii="Helvetica" w:hAnsi="Helvetica"/>
      <w:b/>
      <w:bCs/>
      <w:kern w:val="32"/>
      <w:u w:val="single"/>
      <w:lang w:val="en-US"/>
    </w:rPr>
  </w:style>
  <w:style w:type="character" w:styleId="CommentReference">
    <w:name w:val="annotation reference"/>
    <w:basedOn w:val="DefaultParagraphFont"/>
    <w:rsid w:val="00C917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7A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917A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17A1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A4745"/>
    <w:pPr>
      <w:ind w:left="720"/>
      <w:contextualSpacing/>
    </w:pPr>
  </w:style>
  <w:style w:type="paragraph" w:customStyle="1" w:styleId="LegalHeading3">
    <w:name w:val="Legal Heading 3"/>
    <w:basedOn w:val="Normal"/>
    <w:qFormat/>
    <w:rsid w:val="00164426"/>
    <w:pPr>
      <w:numPr>
        <w:numId w:val="31"/>
      </w:numPr>
      <w:spacing w:after="240" w:line="240" w:lineRule="atLeast"/>
      <w:jc w:val="both"/>
    </w:pPr>
    <w:rPr>
      <w:rFonts w:eastAsia="Calibri" w:cs="Arial"/>
      <w:szCs w:val="22"/>
    </w:rPr>
  </w:style>
  <w:style w:type="paragraph" w:styleId="Revision">
    <w:name w:val="Revision"/>
    <w:hidden/>
    <w:uiPriority w:val="99"/>
    <w:semiHidden/>
    <w:rsid w:val="00E855FA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p\LPDOTS\Standard\Lett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489B8-201E-453D-BBFE-D10301CF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Lett1.dot</Template>
  <TotalTime>6</TotalTime>
  <Pages>1</Pages>
  <Words>377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 April, 1997</vt:lpstr>
    </vt:vector>
  </TitlesOfParts>
  <Company>Law Perfect Pty Ltd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April, 1997</dc:title>
  <dc:subject/>
  <dc:creator>Rebecca Oliver</dc:creator>
  <cp:keywords/>
  <cp:lastModifiedBy>Kaitie Andrews</cp:lastModifiedBy>
  <cp:revision>6</cp:revision>
  <cp:lastPrinted>2019-03-03T23:33:00Z</cp:lastPrinted>
  <dcterms:created xsi:type="dcterms:W3CDTF">2022-10-17T02:57:00Z</dcterms:created>
  <dcterms:modified xsi:type="dcterms:W3CDTF">2024-02-26T03:54:00Z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_MATTER">
    <vt:lpwstr>100697</vt:lpwstr>
  </property>
  <property fmtid="{D5CDD505-2E9C-101B-9397-08002B2CF9AE}" pid="3" name="DM_CLIENT">
    <vt:lpwstr>CHAP-K</vt:lpwstr>
  </property>
  <property fmtid="{D5CDD505-2E9C-101B-9397-08002B2CF9AE}" pid="4" name="DM_AUTHOR">
    <vt:lpwstr>CCR</vt:lpwstr>
  </property>
  <property fmtid="{D5CDD505-2E9C-101B-9397-08002B2CF9AE}" pid="5" name="DM_OPERATOR">
    <vt:lpwstr>CCR</vt:lpwstr>
  </property>
  <property fmtid="{D5CDD505-2E9C-101B-9397-08002B2CF9AE}" pid="6" name="DM_DESCRIPTION">
    <vt:lpwstr>SA Opinion</vt:lpwstr>
  </property>
  <property fmtid="{D5CDD505-2E9C-101B-9397-08002B2CF9AE}" pid="7" name="DM_PRECEDENT">
    <vt:lpwstr/>
  </property>
  <property fmtid="{D5CDD505-2E9C-101B-9397-08002B2CF9AE}" pid="8" name="DM_PHONEBOOK">
    <vt:lpwstr>Chapman, Kelly</vt:lpwstr>
  </property>
  <property fmtid="{D5CDD505-2E9C-101B-9397-08002B2CF9AE}" pid="9" name="DM_AFTYDOCID">
    <vt:i4>81504</vt:i4>
  </property>
</Properties>
</file>